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34" w:rsidRDefault="00B77634" w:rsidP="00A65B58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2. melléklet</w:t>
      </w:r>
    </w:p>
    <w:p w:rsidR="00B77634" w:rsidRDefault="00B77634" w:rsidP="003B5BAE">
      <w:pPr>
        <w:jc w:val="center"/>
        <w:rPr>
          <w:b/>
          <w:bCs/>
          <w:u w:val="single"/>
        </w:rPr>
      </w:pPr>
      <w:r w:rsidRPr="000B3D61">
        <w:rPr>
          <w:b/>
          <w:bCs/>
          <w:u w:val="single"/>
        </w:rPr>
        <w:t>IFI PONT- Ifjúsági Információs és Tanácsadó Iroda feladatai</w:t>
      </w:r>
    </w:p>
    <w:p w:rsidR="00B77634" w:rsidRPr="000B3D61" w:rsidRDefault="00B77634" w:rsidP="003B5BAE">
      <w:pPr>
        <w:jc w:val="center"/>
        <w:rPr>
          <w:b/>
          <w:bCs/>
          <w:u w:val="single"/>
        </w:rPr>
      </w:pP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IFI PONT  információs adatbázis kiépítése és folyamatos bővítése</w:t>
      </w:r>
    </w:p>
    <w:p w:rsidR="00B77634" w:rsidRDefault="00B77634" w:rsidP="000B3D61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IFI PONT marketing tervének kidolgozása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Szolgáltatások kidolgozása, megvalósítása és koordinálása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Tanácsadás típusok kidolgozása, megvalósítása és koordinálása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Pályaorientációs, karrier tanácsadás egyének számára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Pályaorientációs csoportfoglalkozások szervezése, vezetése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Álláskeresési technikák egyének számára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Egyéni tanácsadás folyamatos dokumentálása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Információnyújtás az irodába betérők számára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Segítségnyújtás –mentális, életvezetési egyéb fiatalokat érintő problémákban az iroda nyitva tartása alatt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Heti jelenléti ív és forgalmi napló vezetése, havi , heti statisztika készítése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Tájékozódás ifjúsági irodák működéséről, ifjúsági szakma/munka elméleti elsajátítása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Folyamatos önképzés ifjúsági ügyek, ifjúságsegítés területén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Szakmai koordináció, együttműködés elősegítése a különböző szervezetekkel, intézményekkel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Kapcsolatfelvétel és kapcsolattartás más ifjúsági irodákkal (KOMETI, SITI, Mustárház stb.), mobilitás irodával.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Kapcsolatfelvétel és kapcsolattartás középiskolákkal, az Eszterházy Károly Főiskolával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Kapcsolatfelvétel és kapcsolattartás fiatalokkal foglalkozó szervezetekkel, intézményekkel (Városi Nevelési Tanácsadó, Pályaválasztási és Logopédiai Intézet,  Heves Megyei Kereskedelmi és Ipar Kamara, Heves megyei Önkormányzat Pedagógiai Szakmai és Közművelődési Szolgáltató Intézménye , Munkaügyi Központ, Önkéntes Centrum, Agria Pláza, RÉV Szenvedély-beteg segítő szolgálat, KEF stb)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Kapcsolatfelvétel és kapcsolattartás civil szervezetekkel ( Kaptárkő, Kárpátok, Padlás, vidám Mancsok stb)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Önkéntes Információs Pont működtetése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Önkéntesek koordinációja és szakmai támogatása egyéni vagy csoportos formában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Önkéntesek toborzása külső helyszínen (Drogellenes Világnap, tiszta élvezet, Agria Park, diák napok)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Önkéntes adatbázis kiépítése, önkénteseket váró szervezetek és önkéntesek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Önkénteseket váró szervezetek felkeresése és kapcsolattartás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Önkéntesek az önkéntességről program kidolgozása, szervezése és megvalósítása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Kapcsolatfelvétel más önkéntes szervezetekkel- Önkéntes centrum, Kometi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Fórumok szervezése önkénteseknek és önkénteseket váró szervezeteknek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 xml:space="preserve">Szóróanyagok, kiadványok összeállítása 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IFI PONT  honlap és facebook oldal elkészítése, folyamatos szerkesztése, naprakész információk az IFI PONTOS  és egyéb városi programokról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Plakátok tervezése, készítése és eljuttatása az összes középiskolába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IFI PONTOS rendezvények szervezése és lebonyolítása pl: állatok világnapja, Hallowen, Mikulás stb.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Együttműködés a VDT-vel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 xml:space="preserve">Részvétel a VDT gyűléseken 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VDT rendezvények segítése, koordinálása, felügyelete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Részvétel a VDT nyári és őszi táborában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VDT tábori programok kidolgozása, szervezése, vezetése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IFI PONTOS  VDT-s programok koordinálása, szervezésben, lebonyolításban való segítség</w:t>
      </w:r>
    </w:p>
    <w:p w:rsidR="00B77634" w:rsidRDefault="00B77634" w:rsidP="0026656C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</w:pPr>
      <w:r>
        <w:t>Szakmai konferenciákon, egyéb fiatalokhoz kapcsolódó rendezvényeken való részvétel pl: pályaválasztási kiállítás</w:t>
      </w:r>
    </w:p>
    <w:p w:rsidR="00B77634" w:rsidRDefault="00B77634" w:rsidP="0036366C">
      <w:pPr>
        <w:pStyle w:val="ListParagraph"/>
        <w:spacing w:line="360" w:lineRule="auto"/>
        <w:ind w:left="714"/>
        <w:jc w:val="both"/>
      </w:pPr>
    </w:p>
    <w:sectPr w:rsidR="00B77634" w:rsidSect="003B5BAE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31CF5"/>
    <w:multiLevelType w:val="hybridMultilevel"/>
    <w:tmpl w:val="D27EDF92"/>
    <w:lvl w:ilvl="0" w:tplc="9FB455E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BAE"/>
    <w:rsid w:val="00056110"/>
    <w:rsid w:val="000B3D61"/>
    <w:rsid w:val="002116A9"/>
    <w:rsid w:val="00240C4C"/>
    <w:rsid w:val="0026656C"/>
    <w:rsid w:val="0036366C"/>
    <w:rsid w:val="003B5BAE"/>
    <w:rsid w:val="008D1BF9"/>
    <w:rsid w:val="00937093"/>
    <w:rsid w:val="00966365"/>
    <w:rsid w:val="00A65B58"/>
    <w:rsid w:val="00B77634"/>
    <w:rsid w:val="00C220F7"/>
    <w:rsid w:val="00CE604A"/>
    <w:rsid w:val="00D3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F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5B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376</Words>
  <Characters>2596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Róbert</dc:creator>
  <cp:keywords/>
  <dc:description/>
  <cp:lastModifiedBy>feketem</cp:lastModifiedBy>
  <cp:revision>3</cp:revision>
  <cp:lastPrinted>2011-10-19T14:35:00Z</cp:lastPrinted>
  <dcterms:created xsi:type="dcterms:W3CDTF">2011-10-11T06:44:00Z</dcterms:created>
  <dcterms:modified xsi:type="dcterms:W3CDTF">2011-10-19T14:35:00Z</dcterms:modified>
</cp:coreProperties>
</file>